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B07A1">
    <v:background id="_x0000_s1025" o:bwmode="white" fillcolor="#cb07a1">
      <v:fill r:id="rId3" o:title="Diagonal brick" type="pattern"/>
    </v:background>
  </w:background>
  <w:body>
    <w:p w:rsidR="00D02281" w:rsidRPr="00D80C85" w:rsidRDefault="008501E5" w:rsidP="008501E5">
      <w:pPr>
        <w:jc w:val="center"/>
        <w:rPr>
          <w:b/>
          <w:outline/>
          <w:color w:val="C0504D" w:themeColor="accent2"/>
          <w:sz w:val="96"/>
          <w:szCs w:val="9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pPr>
      <w:r w:rsidRPr="00D80C85">
        <w:rPr>
          <w:b/>
          <w:outline/>
          <w:color w:val="C0504D" w:themeColor="accent2"/>
          <w:sz w:val="96"/>
          <w:szCs w:val="9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t>Circus workshop</w:t>
      </w:r>
    </w:p>
    <w:p w:rsidR="008501E5" w:rsidRPr="00D80C85" w:rsidRDefault="008501E5" w:rsidP="00BB3B52">
      <w:pPr>
        <w:pStyle w:val="Heading1"/>
        <w:rPr>
          <w:color w:val="FF0000"/>
          <w:sz w:val="40"/>
        </w:rPr>
      </w:pPr>
      <w:r w:rsidRPr="00D80C85">
        <w:rPr>
          <w:color w:val="FF0000"/>
          <w:sz w:val="40"/>
        </w:rPr>
        <w:t xml:space="preserve">Last week room 10 went to the hall full of excitement to see thins awesome and cool tricks we would see and do .as we came in music started playing as people </w:t>
      </w:r>
      <w:r w:rsidR="00BB3B52" w:rsidRPr="00D80C85">
        <w:rPr>
          <w:color w:val="FF0000"/>
          <w:sz w:val="40"/>
        </w:rPr>
        <w:t>watched</w:t>
      </w:r>
      <w:r w:rsidRPr="00D80C85">
        <w:rPr>
          <w:color w:val="FF0000"/>
          <w:sz w:val="40"/>
        </w:rPr>
        <w:t xml:space="preserve"> George and </w:t>
      </w:r>
      <w:proofErr w:type="spellStart"/>
      <w:r w:rsidRPr="00D80C85">
        <w:rPr>
          <w:color w:val="FF0000"/>
          <w:sz w:val="40"/>
        </w:rPr>
        <w:t>lil</w:t>
      </w:r>
      <w:proofErr w:type="spellEnd"/>
      <w:r w:rsidRPr="00D80C85">
        <w:rPr>
          <w:color w:val="FF0000"/>
          <w:sz w:val="40"/>
        </w:rPr>
        <w:t xml:space="preserve">  telling  us what we would be doing </w:t>
      </w:r>
      <w:proofErr w:type="spellStart"/>
      <w:r w:rsidRPr="00D80C85">
        <w:rPr>
          <w:color w:val="FF0000"/>
          <w:sz w:val="40"/>
        </w:rPr>
        <w:t>to day</w:t>
      </w:r>
      <w:proofErr w:type="spellEnd"/>
      <w:r w:rsidRPr="00D80C85">
        <w:rPr>
          <w:color w:val="FF0000"/>
          <w:sz w:val="40"/>
        </w:rPr>
        <w:t xml:space="preserve"> our </w:t>
      </w:r>
      <w:r w:rsidR="00D80C85">
        <w:rPr>
          <w:color w:val="FF0000"/>
          <w:sz w:val="40"/>
        </w:rPr>
        <w:tab/>
        <w:t>a8m m</w:t>
      </w:r>
      <w:bookmarkStart w:id="0" w:name="_GoBack"/>
      <w:bookmarkEnd w:id="0"/>
      <w:r w:rsidRPr="00D80C85">
        <w:rPr>
          <w:color w:val="FF0000"/>
          <w:sz w:val="40"/>
        </w:rPr>
        <w:t>first task was to use our space wisely s</w:t>
      </w:r>
      <w:r w:rsidR="00F42393" w:rsidRPr="00D80C85">
        <w:rPr>
          <w:color w:val="FF0000"/>
          <w:sz w:val="40"/>
        </w:rPr>
        <w:t xml:space="preserve">o we </w:t>
      </w:r>
      <w:r w:rsidR="00BB3B52" w:rsidRPr="00D80C85">
        <w:rPr>
          <w:color w:val="FF0000"/>
          <w:sz w:val="40"/>
        </w:rPr>
        <w:t>didn’t</w:t>
      </w:r>
      <w:r w:rsidRPr="00D80C85">
        <w:rPr>
          <w:color w:val="FF0000"/>
          <w:sz w:val="40"/>
        </w:rPr>
        <w:t xml:space="preserve"> bunch up .after the warm up we got in to 2 groups I was in group 1 and I did slap stick with George </w:t>
      </w:r>
      <w:r w:rsidR="00F42393" w:rsidRPr="00D80C85">
        <w:rPr>
          <w:color w:val="FF0000"/>
          <w:sz w:val="40"/>
        </w:rPr>
        <w:t>it was fun pretending  to hit and kick people it was like hurting people but it didn’t hurt .Next we swapped over and moved on to our next activity which was acerbates this involved lying on the ground holding people and back on back and splatting on to the ground</w:t>
      </w:r>
      <w:r w:rsidR="00BB3B52" w:rsidRPr="00D80C85">
        <w:rPr>
          <w:color w:val="FF0000"/>
          <w:sz w:val="40"/>
        </w:rPr>
        <w:t xml:space="preserve"> </w:t>
      </w:r>
      <w:r w:rsidR="00F42393" w:rsidRPr="00D80C85">
        <w:rPr>
          <w:color w:val="FF0000"/>
          <w:sz w:val="40"/>
        </w:rPr>
        <w:t>.I loved</w:t>
      </w:r>
      <w:r w:rsidR="00BB3B52" w:rsidRPr="00D80C85">
        <w:rPr>
          <w:color w:val="FF0000"/>
          <w:sz w:val="40"/>
        </w:rPr>
        <w:t xml:space="preserve"> splitting on to the ground .i hope we get to do it again!!!!!!!!!!!!!!!!!!!!!!!!!!!!!!!!!!!!!!!!!!!!!!!!!!!!!!!!!!!!!!!!!!!!!!!!!!!!!!!!!!!!!!!!!!!!!!!!!!!!!!!</w:t>
      </w:r>
      <w:r w:rsidR="00F42393" w:rsidRPr="00D80C85">
        <w:rPr>
          <w:color w:val="FF0000"/>
          <w:sz w:val="40"/>
        </w:rPr>
        <w:t xml:space="preserve"> </w:t>
      </w:r>
    </w:p>
    <w:sectPr w:rsidR="008501E5" w:rsidRPr="00D80C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1E5"/>
    <w:rsid w:val="008501E5"/>
    <w:rsid w:val="00BB3B52"/>
    <w:rsid w:val="00D02281"/>
    <w:rsid w:val="00D80C85"/>
    <w:rsid w:val="00F4239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B3B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B3B52"/>
    <w:pPr>
      <w:spacing w:after="0" w:line="240" w:lineRule="auto"/>
    </w:pPr>
  </w:style>
  <w:style w:type="character" w:customStyle="1" w:styleId="Heading1Char">
    <w:name w:val="Heading 1 Char"/>
    <w:basedOn w:val="DefaultParagraphFont"/>
    <w:link w:val="Heading1"/>
    <w:uiPriority w:val="9"/>
    <w:rsid w:val="00BB3B5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B3B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B3B52"/>
    <w:pPr>
      <w:spacing w:after="0" w:line="240" w:lineRule="auto"/>
    </w:pPr>
  </w:style>
  <w:style w:type="character" w:customStyle="1" w:styleId="Heading1Char">
    <w:name w:val="Heading 1 Char"/>
    <w:basedOn w:val="DefaultParagraphFont"/>
    <w:link w:val="Heading1"/>
    <w:uiPriority w:val="9"/>
    <w:rsid w:val="00BB3B5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image" Target="media/image1.gif"/><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DB3EFEA7</Template>
  <TotalTime>43</TotalTime>
  <Pages>1</Pages>
  <Words>124</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2</cp:revision>
  <dcterms:created xsi:type="dcterms:W3CDTF">2012-05-23T23:56:00Z</dcterms:created>
  <dcterms:modified xsi:type="dcterms:W3CDTF">2012-05-31T02:49:00Z</dcterms:modified>
</cp:coreProperties>
</file>